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76202F-DDF1-4249-AB4C-06D0231E1663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